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9A352" w14:textId="56B047A6" w:rsidR="00201AC2" w:rsidRPr="001A40E2" w:rsidRDefault="00846981" w:rsidP="00343C2C">
      <w:pPr>
        <w:spacing w:after="180"/>
        <w:rPr>
          <w:b/>
          <w:sz w:val="44"/>
          <w:szCs w:val="44"/>
        </w:rPr>
      </w:pPr>
      <w:r>
        <w:rPr>
          <w:b/>
          <w:sz w:val="44"/>
          <w:szCs w:val="44"/>
        </w:rPr>
        <w:t>Reading the graph</w:t>
      </w:r>
    </w:p>
    <w:p w14:paraId="6AEF34CD" w14:textId="24172E88" w:rsidR="002D3A68" w:rsidRDefault="002D3A68" w:rsidP="00343C2C">
      <w:pPr>
        <w:spacing w:after="180"/>
      </w:pPr>
    </w:p>
    <w:p w14:paraId="7958E819" w14:textId="542106A6" w:rsidR="00AF2954" w:rsidRDefault="00921103" w:rsidP="00AF2954">
      <w:pPr>
        <w:spacing w:after="180" w:line="276" w:lineRule="auto"/>
      </w:pPr>
      <w:r>
        <w:t>A train is travelling along a straight track.</w:t>
      </w:r>
      <w:r w:rsidR="006D6E8D">
        <w:t xml:space="preserve"> </w:t>
      </w:r>
    </w:p>
    <w:p w14:paraId="46E7EDEB" w14:textId="77838EB9" w:rsidR="00201AC2" w:rsidRDefault="00AF2954" w:rsidP="00AF2954">
      <w:pPr>
        <w:spacing w:after="180" w:line="276" w:lineRule="auto"/>
        <w:jc w:val="center"/>
      </w:pPr>
      <w:r>
        <w:rPr>
          <w:noProof/>
        </w:rPr>
        <w:drawing>
          <wp:inline distT="0" distB="0" distL="0" distR="0" wp14:anchorId="7D1F72AB" wp14:editId="6B1F90AB">
            <wp:extent cx="5726475" cy="360000"/>
            <wp:effectExtent l="0" t="0" r="0" b="254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6475" cy="360000"/>
                    </a:xfrm>
                    <a:prstGeom prst="rect">
                      <a:avLst/>
                    </a:prstGeom>
                    <a:noFill/>
                  </pic:spPr>
                </pic:pic>
              </a:graphicData>
            </a:graphic>
          </wp:inline>
        </w:drawing>
      </w:r>
    </w:p>
    <w:p w14:paraId="4021C352" w14:textId="55087BA6" w:rsidR="000470B9" w:rsidRDefault="006272B6" w:rsidP="00343C2C">
      <w:pPr>
        <w:spacing w:before="240" w:line="276" w:lineRule="auto"/>
        <w:rPr>
          <w:szCs w:val="18"/>
        </w:rPr>
      </w:pPr>
      <w:r w:rsidRPr="006272B6">
        <w:rPr>
          <w:szCs w:val="18"/>
        </w:rPr>
        <w:t>The graph shows the velocity of the train at different times.</w:t>
      </w:r>
      <w:r w:rsidR="000470B9" w:rsidRPr="000470B9">
        <w:rPr>
          <w:szCs w:val="18"/>
        </w:rPr>
        <w:t xml:space="preserve"> </w:t>
      </w:r>
    </w:p>
    <w:p w14:paraId="5D9CE6E4" w14:textId="07D30592" w:rsidR="00AF2954" w:rsidRDefault="000470B9" w:rsidP="000470B9">
      <w:pPr>
        <w:spacing w:after="180"/>
        <w:rPr>
          <w:noProof/>
          <w:sz w:val="28"/>
        </w:rPr>
      </w:pPr>
      <w:r>
        <w:rPr>
          <w:szCs w:val="18"/>
        </w:rPr>
        <w:t>Initially, the train is moving to the right.</w:t>
      </w:r>
      <w:r w:rsidR="00AF2954" w:rsidRPr="00AF2954">
        <w:rPr>
          <w:noProof/>
          <w:sz w:val="28"/>
        </w:rPr>
        <w:t xml:space="preserve"> </w:t>
      </w:r>
    </w:p>
    <w:p w14:paraId="076FB2EF" w14:textId="69A8D879" w:rsidR="00343C2C" w:rsidRDefault="00343C2C" w:rsidP="00343C2C">
      <w:pPr>
        <w:spacing w:after="180"/>
        <w:jc w:val="center"/>
        <w:rPr>
          <w:noProof/>
          <w:sz w:val="28"/>
        </w:rPr>
      </w:pPr>
      <w:r>
        <w:rPr>
          <w:noProof/>
          <w:sz w:val="28"/>
        </w:rPr>
        <w:drawing>
          <wp:inline distT="0" distB="0" distL="0" distR="0" wp14:anchorId="4BA3D344" wp14:editId="1C6B7BBB">
            <wp:extent cx="3563499" cy="2303813"/>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1869" t="2591" r="10929" b="3595"/>
                    <a:stretch/>
                  </pic:blipFill>
                  <pic:spPr bwMode="auto">
                    <a:xfrm>
                      <a:off x="0" y="0"/>
                      <a:ext cx="3609038" cy="2333254"/>
                    </a:xfrm>
                    <a:prstGeom prst="rect">
                      <a:avLst/>
                    </a:prstGeom>
                    <a:noFill/>
                    <a:ln>
                      <a:noFill/>
                    </a:ln>
                    <a:extLst>
                      <a:ext uri="{53640926-AAD7-44D8-BBD7-CCE9431645EC}">
                        <a14:shadowObscured xmlns:a14="http://schemas.microsoft.com/office/drawing/2010/main"/>
                      </a:ext>
                    </a:extLst>
                  </pic:spPr>
                </pic:pic>
              </a:graphicData>
            </a:graphic>
          </wp:inline>
        </w:drawing>
      </w:r>
    </w:p>
    <w:p w14:paraId="3338DF6C" w14:textId="0ACC3D7E" w:rsidR="00AF2954" w:rsidRPr="00AF2954" w:rsidRDefault="00AF2954" w:rsidP="00343C2C">
      <w:pPr>
        <w:spacing w:before="360" w:after="120" w:line="276" w:lineRule="auto"/>
        <w:ind w:left="425" w:hanging="425"/>
        <w:rPr>
          <w:sz w:val="28"/>
        </w:rPr>
      </w:pPr>
      <w:r w:rsidRPr="00343C2C">
        <w:rPr>
          <w:b/>
          <w:sz w:val="28"/>
          <w:lang w:val="en-US"/>
        </w:rPr>
        <w:t>1.</w:t>
      </w:r>
      <w:r>
        <w:rPr>
          <w:sz w:val="28"/>
          <w:lang w:val="en-US"/>
        </w:rPr>
        <w:tab/>
      </w:r>
      <w:r w:rsidRPr="00AF2954">
        <w:rPr>
          <w:sz w:val="28"/>
          <w:lang w:val="en-US"/>
        </w:rPr>
        <w:t>What is the velocity of the train at each time?</w:t>
      </w:r>
    </w:p>
    <w:p w14:paraId="27E009D4" w14:textId="577EDD09" w:rsidR="00AF2954" w:rsidRDefault="00AF2954" w:rsidP="00343C2C">
      <w:pPr>
        <w:spacing w:after="240" w:line="276" w:lineRule="auto"/>
        <w:ind w:left="425" w:hanging="425"/>
        <w:rPr>
          <w:i/>
          <w:lang w:val="en-US"/>
        </w:rPr>
      </w:pPr>
      <w:r w:rsidRPr="00AF2954">
        <w:rPr>
          <w:sz w:val="28"/>
          <w:lang w:val="en-US"/>
        </w:rPr>
        <w:tab/>
      </w:r>
      <w:r w:rsidRPr="00AF2954">
        <w:rPr>
          <w:i/>
          <w:lang w:val="en-US"/>
        </w:rPr>
        <w:t>Rule a line between each time and the correct velocity.</w:t>
      </w:r>
      <w:r w:rsidR="00165791" w:rsidRPr="00165791">
        <w:rPr>
          <w:noProof/>
          <w:szCs w:val="18"/>
        </w:rPr>
        <w:t xml:space="preserve"> </w:t>
      </w:r>
    </w:p>
    <w:p w14:paraId="58BD6258" w14:textId="656D6F74" w:rsidR="000D52F4" w:rsidRDefault="00FD1E8B" w:rsidP="003034C3">
      <w:pPr>
        <w:spacing w:after="240"/>
        <w:jc w:val="center"/>
        <w:rPr>
          <w:i/>
          <w:sz w:val="18"/>
          <w:szCs w:val="18"/>
        </w:rPr>
      </w:pPr>
      <w:r>
        <w:rPr>
          <w:i/>
          <w:noProof/>
          <w:sz w:val="18"/>
          <w:szCs w:val="18"/>
        </w:rPr>
        <w:drawing>
          <wp:inline distT="0" distB="0" distL="0" distR="0" wp14:anchorId="36BDDB4D" wp14:editId="20E0A6D8">
            <wp:extent cx="4493260" cy="3139440"/>
            <wp:effectExtent l="0" t="0" r="2540"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93260" cy="3139440"/>
                    </a:xfrm>
                    <a:prstGeom prst="rect">
                      <a:avLst/>
                    </a:prstGeom>
                    <a:noFill/>
                  </pic:spPr>
                </pic:pic>
              </a:graphicData>
            </a:graphic>
          </wp:inline>
        </w:drawing>
      </w:r>
    </w:p>
    <w:p w14:paraId="392DBB1B" w14:textId="37633A79" w:rsidR="005F652E" w:rsidRDefault="005F652E">
      <w:pPr>
        <w:spacing w:after="200" w:line="276" w:lineRule="auto"/>
        <w:rPr>
          <w:i/>
          <w:sz w:val="18"/>
          <w:szCs w:val="18"/>
        </w:rPr>
      </w:pPr>
      <w:r>
        <w:rPr>
          <w:i/>
          <w:sz w:val="18"/>
          <w:szCs w:val="18"/>
        </w:rPr>
        <w:br w:type="page"/>
      </w:r>
    </w:p>
    <w:p w14:paraId="62F40988" w14:textId="77777777" w:rsidR="00343C2C" w:rsidRPr="00343C2C" w:rsidRDefault="00343C2C" w:rsidP="00343C2C">
      <w:pPr>
        <w:spacing w:after="180"/>
        <w:rPr>
          <w:iCs/>
          <w:sz w:val="44"/>
          <w:szCs w:val="44"/>
        </w:rPr>
      </w:pPr>
    </w:p>
    <w:p w14:paraId="79A3519D" w14:textId="77777777" w:rsidR="00343C2C" w:rsidRPr="00343C2C" w:rsidRDefault="00343C2C" w:rsidP="00343C2C">
      <w:pPr>
        <w:spacing w:after="180"/>
        <w:rPr>
          <w:iCs/>
          <w:szCs w:val="44"/>
        </w:rPr>
      </w:pPr>
    </w:p>
    <w:p w14:paraId="5AC41559" w14:textId="77777777" w:rsidR="00343C2C" w:rsidRDefault="00343C2C" w:rsidP="00343C2C">
      <w:pPr>
        <w:spacing w:after="120" w:line="276" w:lineRule="auto"/>
        <w:ind w:left="425" w:hanging="425"/>
        <w:jc w:val="center"/>
        <w:rPr>
          <w:iCs/>
          <w:sz w:val="28"/>
          <w:szCs w:val="28"/>
        </w:rPr>
      </w:pPr>
      <w:r>
        <w:rPr>
          <w:noProof/>
          <w:sz w:val="28"/>
        </w:rPr>
        <w:drawing>
          <wp:inline distT="0" distB="0" distL="0" distR="0" wp14:anchorId="2CD1DDB4" wp14:editId="0A331497">
            <wp:extent cx="3563499" cy="2303813"/>
            <wp:effectExtent l="0" t="0" r="0" b="127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1869" t="2591" r="10929" b="3595"/>
                    <a:stretch/>
                  </pic:blipFill>
                  <pic:spPr bwMode="auto">
                    <a:xfrm>
                      <a:off x="0" y="0"/>
                      <a:ext cx="3609038" cy="2333254"/>
                    </a:xfrm>
                    <a:prstGeom prst="rect">
                      <a:avLst/>
                    </a:prstGeom>
                    <a:noFill/>
                    <a:ln>
                      <a:noFill/>
                    </a:ln>
                    <a:extLst>
                      <a:ext uri="{53640926-AAD7-44D8-BBD7-CCE9431645EC}">
                        <a14:shadowObscured xmlns:a14="http://schemas.microsoft.com/office/drawing/2010/main"/>
                      </a:ext>
                    </a:extLst>
                  </pic:spPr>
                </pic:pic>
              </a:graphicData>
            </a:graphic>
          </wp:inline>
        </w:drawing>
      </w:r>
    </w:p>
    <w:p w14:paraId="5A208F84" w14:textId="77777777" w:rsidR="00191214" w:rsidRPr="00191214" w:rsidRDefault="00343C2C" w:rsidP="004252A5">
      <w:pPr>
        <w:spacing w:before="240" w:after="120" w:line="276" w:lineRule="auto"/>
        <w:ind w:left="425" w:hanging="425"/>
        <w:rPr>
          <w:iCs/>
          <w:sz w:val="28"/>
          <w:szCs w:val="28"/>
        </w:rPr>
      </w:pPr>
      <w:r w:rsidRPr="00191214">
        <w:rPr>
          <w:b/>
          <w:iCs/>
          <w:sz w:val="28"/>
          <w:szCs w:val="28"/>
        </w:rPr>
        <w:t>2.</w:t>
      </w:r>
      <w:r>
        <w:rPr>
          <w:iCs/>
          <w:sz w:val="28"/>
          <w:szCs w:val="28"/>
        </w:rPr>
        <w:tab/>
      </w:r>
      <w:r w:rsidR="00191214" w:rsidRPr="00191214">
        <w:rPr>
          <w:iCs/>
          <w:sz w:val="28"/>
          <w:szCs w:val="28"/>
          <w:lang w:val="en-US"/>
        </w:rPr>
        <w:t>At what time(s) is the train moving at each velocity?</w:t>
      </w:r>
    </w:p>
    <w:p w14:paraId="32066FCF" w14:textId="149EB06B" w:rsidR="001277CC" w:rsidRDefault="00846419" w:rsidP="00343C2C">
      <w:pPr>
        <w:spacing w:after="240" w:line="276" w:lineRule="auto"/>
        <w:ind w:left="425"/>
        <w:rPr>
          <w:i/>
          <w:iCs/>
          <w:szCs w:val="28"/>
        </w:rPr>
      </w:pPr>
      <w:r w:rsidRPr="00343C2C">
        <w:rPr>
          <w:i/>
          <w:iCs/>
          <w:szCs w:val="28"/>
        </w:rPr>
        <w:t>Rule a line between each velocity and the correct time</w:t>
      </w:r>
      <w:r w:rsidR="00191214">
        <w:rPr>
          <w:i/>
          <w:iCs/>
          <w:szCs w:val="28"/>
        </w:rPr>
        <w:t>(s)</w:t>
      </w:r>
      <w:r w:rsidRPr="00343C2C">
        <w:rPr>
          <w:i/>
          <w:iCs/>
          <w:szCs w:val="28"/>
        </w:rPr>
        <w:t>.</w:t>
      </w:r>
    </w:p>
    <w:p w14:paraId="26E2BA49" w14:textId="0E35E2B1" w:rsidR="00FD1E8B" w:rsidRPr="00343C2C" w:rsidRDefault="004252A5" w:rsidP="00FD1E8B">
      <w:pPr>
        <w:spacing w:after="240" w:line="276" w:lineRule="auto"/>
        <w:ind w:left="425"/>
        <w:jc w:val="center"/>
        <w:rPr>
          <w:i/>
          <w:iCs/>
          <w:sz w:val="28"/>
          <w:szCs w:val="28"/>
        </w:rPr>
      </w:pPr>
      <w:bookmarkStart w:id="0" w:name="_GoBack"/>
      <w:bookmarkEnd w:id="0"/>
      <w:r>
        <w:rPr>
          <w:i/>
          <w:iCs/>
          <w:noProof/>
          <w:sz w:val="28"/>
          <w:szCs w:val="28"/>
        </w:rPr>
        <w:drawing>
          <wp:inline distT="0" distB="0" distL="0" distR="0" wp14:anchorId="7A3C8610" wp14:editId="3955088D">
            <wp:extent cx="3956685" cy="4407535"/>
            <wp:effectExtent l="0" t="0" r="5715" b="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56685" cy="4407535"/>
                    </a:xfrm>
                    <a:prstGeom prst="rect">
                      <a:avLst/>
                    </a:prstGeom>
                    <a:noFill/>
                  </pic:spPr>
                </pic:pic>
              </a:graphicData>
            </a:graphic>
          </wp:inline>
        </w:drawing>
      </w:r>
    </w:p>
    <w:p w14:paraId="7D403378" w14:textId="77777777" w:rsidR="003A52A9" w:rsidRDefault="00846419" w:rsidP="00343C2C">
      <w:pPr>
        <w:spacing w:line="276" w:lineRule="auto"/>
        <w:ind w:left="426"/>
        <w:rPr>
          <w:iCs/>
          <w:sz w:val="28"/>
          <w:szCs w:val="28"/>
        </w:rPr>
        <w:sectPr w:rsidR="003A52A9" w:rsidSect="00642ECD">
          <w:headerReference w:type="default" r:id="rId11"/>
          <w:footerReference w:type="default" r:id="rId12"/>
          <w:pgSz w:w="11906" w:h="16838" w:code="9"/>
          <w:pgMar w:top="1440" w:right="1440" w:bottom="1440" w:left="1440" w:header="709" w:footer="567" w:gutter="0"/>
          <w:cols w:space="708"/>
          <w:docGrid w:linePitch="360"/>
        </w:sectPr>
      </w:pPr>
      <w:r w:rsidRPr="00846419">
        <w:rPr>
          <w:iCs/>
          <w:sz w:val="28"/>
          <w:szCs w:val="28"/>
        </w:rPr>
        <w:br w:type="page"/>
      </w:r>
    </w:p>
    <w:p w14:paraId="0500EEC1" w14:textId="2CF9C750" w:rsidR="003E4E05" w:rsidRPr="006F3279" w:rsidRDefault="003A52A9" w:rsidP="003A52A9">
      <w:pPr>
        <w:spacing w:after="180" w:line="276" w:lineRule="auto"/>
        <w:ind w:left="425"/>
        <w:rPr>
          <w:i/>
          <w:sz w:val="18"/>
          <w:szCs w:val="18"/>
        </w:rPr>
      </w:pPr>
      <w:r>
        <w:rPr>
          <w:i/>
          <w:sz w:val="18"/>
          <w:szCs w:val="18"/>
        </w:rPr>
        <w:lastRenderedPageBreak/>
        <w:t>P</w:t>
      </w:r>
      <w:r w:rsidR="003E4E05">
        <w:rPr>
          <w:i/>
          <w:sz w:val="18"/>
          <w:szCs w:val="18"/>
        </w:rPr>
        <w:t>hysics</w:t>
      </w:r>
      <w:r w:rsidR="003E4E05" w:rsidRPr="00CA4B46">
        <w:rPr>
          <w:i/>
          <w:sz w:val="18"/>
          <w:szCs w:val="18"/>
        </w:rPr>
        <w:t xml:space="preserve"> &gt; </w:t>
      </w:r>
      <w:r w:rsidR="003E4E05">
        <w:rPr>
          <w:i/>
          <w:sz w:val="18"/>
          <w:szCs w:val="18"/>
        </w:rPr>
        <w:t>Big idea PFM: Forces and Motion &gt; Topic PFM4:</w:t>
      </w:r>
      <w:r>
        <w:rPr>
          <w:i/>
          <w:sz w:val="18"/>
          <w:szCs w:val="18"/>
        </w:rPr>
        <w:t xml:space="preserve"> </w:t>
      </w:r>
      <w:r w:rsidR="003E4E05">
        <w:rPr>
          <w:i/>
          <w:sz w:val="18"/>
          <w:szCs w:val="18"/>
        </w:rPr>
        <w:t>Measuring and calculating motion</w:t>
      </w:r>
      <w:r w:rsidR="003E4E05" w:rsidRPr="00CA4B46">
        <w:rPr>
          <w:i/>
          <w:sz w:val="18"/>
          <w:szCs w:val="18"/>
        </w:rPr>
        <w:t xml:space="preserve"> &gt; </w:t>
      </w:r>
      <w:r w:rsidR="003E4E05">
        <w:rPr>
          <w:i/>
          <w:sz w:val="18"/>
          <w:szCs w:val="18"/>
        </w:rPr>
        <w:t>Key concept</w:t>
      </w:r>
      <w:r w:rsidR="003E4E05" w:rsidRPr="00CA4B46">
        <w:rPr>
          <w:i/>
          <w:sz w:val="18"/>
          <w:szCs w:val="18"/>
        </w:rPr>
        <w:t xml:space="preserve"> </w:t>
      </w:r>
      <w:r w:rsidR="003E4E05">
        <w:rPr>
          <w:i/>
          <w:sz w:val="18"/>
          <w:szCs w:val="18"/>
        </w:rPr>
        <w:t>PFM4.3: Velocity-time graphs</w:t>
      </w:r>
      <w:r>
        <w:rPr>
          <w:i/>
          <w:sz w:val="18"/>
          <w:szCs w:val="18"/>
        </w:rPr>
        <w: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5E691E1" w14:textId="77777777" w:rsidTr="002C79AE">
        <w:tc>
          <w:tcPr>
            <w:tcW w:w="12021" w:type="dxa"/>
            <w:shd w:val="clear" w:color="auto" w:fill="B2A1C7" w:themeFill="accent4" w:themeFillTint="99"/>
          </w:tcPr>
          <w:p w14:paraId="70541CED"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4EE7C297" w14:textId="77777777" w:rsidTr="002C79AE">
        <w:tc>
          <w:tcPr>
            <w:tcW w:w="12021" w:type="dxa"/>
            <w:shd w:val="clear" w:color="auto" w:fill="CCC0D9" w:themeFill="accent4" w:themeFillTint="66"/>
          </w:tcPr>
          <w:p w14:paraId="59774039" w14:textId="126F0C02" w:rsidR="006F3279" w:rsidRPr="00CA4B46" w:rsidRDefault="00846981" w:rsidP="006F3279">
            <w:pPr>
              <w:spacing w:after="60"/>
              <w:ind w:left="1304"/>
              <w:rPr>
                <w:b/>
                <w:sz w:val="40"/>
                <w:szCs w:val="40"/>
              </w:rPr>
            </w:pPr>
            <w:r w:rsidRPr="00846981">
              <w:rPr>
                <w:b/>
                <w:sz w:val="40"/>
                <w:szCs w:val="40"/>
              </w:rPr>
              <w:t>Reading the graph</w:t>
            </w:r>
          </w:p>
        </w:tc>
      </w:tr>
    </w:tbl>
    <w:p w14:paraId="2C210CAC" w14:textId="77777777" w:rsidR="006F3279" w:rsidRDefault="006F3279" w:rsidP="00E172C6">
      <w:pPr>
        <w:spacing w:after="180"/>
        <w:rPr>
          <w:b/>
        </w:rPr>
      </w:pPr>
    </w:p>
    <w:p w14:paraId="0AEFF8F5"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51FCE819" w14:textId="77777777" w:rsidTr="003F16F9">
        <w:trPr>
          <w:trHeight w:val="340"/>
        </w:trPr>
        <w:tc>
          <w:tcPr>
            <w:tcW w:w="2196" w:type="dxa"/>
          </w:tcPr>
          <w:p w14:paraId="332E73A5" w14:textId="77777777" w:rsidR="003F16F9" w:rsidRDefault="003F16F9" w:rsidP="009F2253">
            <w:pPr>
              <w:spacing w:before="60" w:after="60"/>
            </w:pPr>
            <w:r>
              <w:t xml:space="preserve">Learning </w:t>
            </w:r>
            <w:r w:rsidR="009F2253">
              <w:t>focus</w:t>
            </w:r>
            <w:r>
              <w:t>:</w:t>
            </w:r>
          </w:p>
        </w:tc>
        <w:tc>
          <w:tcPr>
            <w:tcW w:w="6820" w:type="dxa"/>
          </w:tcPr>
          <w:p w14:paraId="181753F7" w14:textId="468798BE" w:rsidR="003F16F9" w:rsidRDefault="003A52A9" w:rsidP="0007651D">
            <w:pPr>
              <w:spacing w:before="60" w:after="60"/>
            </w:pPr>
            <w:r w:rsidRPr="003A52A9">
              <w:t>A velocity-time graph of an object moving in one dimension can be read to find the object’s velocity at any moment of time. The gradient of the graph at a given time gives the object’s acceleration; and the area under the graph between any two times gives the change in the object’s displacement, or the distance it has travelled.</w:t>
            </w:r>
          </w:p>
        </w:tc>
      </w:tr>
      <w:tr w:rsidR="003F16F9" w14:paraId="52BF5579" w14:textId="77777777" w:rsidTr="003F16F9">
        <w:trPr>
          <w:trHeight w:val="340"/>
        </w:trPr>
        <w:tc>
          <w:tcPr>
            <w:tcW w:w="2196" w:type="dxa"/>
          </w:tcPr>
          <w:p w14:paraId="6E60D7DA" w14:textId="77777777" w:rsidR="003F16F9" w:rsidRDefault="00B75483" w:rsidP="003F16F9">
            <w:pPr>
              <w:spacing w:before="60" w:after="60"/>
            </w:pPr>
            <w:r>
              <w:t>Observable learning outcome</w:t>
            </w:r>
            <w:r w:rsidR="003F16F9">
              <w:t>:</w:t>
            </w:r>
          </w:p>
        </w:tc>
        <w:tc>
          <w:tcPr>
            <w:tcW w:w="6820" w:type="dxa"/>
          </w:tcPr>
          <w:p w14:paraId="1445BF0F" w14:textId="5AFB7D39" w:rsidR="003F16F9" w:rsidRPr="00A50C9C" w:rsidRDefault="00476420" w:rsidP="0007651D">
            <w:pPr>
              <w:spacing w:before="60" w:after="60"/>
              <w:rPr>
                <w:b/>
              </w:rPr>
            </w:pPr>
            <w:r w:rsidRPr="00476420">
              <w:t>Read values of speed or velocity off a speed-time or velocity-time graph, and interpret the meaning of a negative velocity</w:t>
            </w:r>
            <w:r w:rsidR="003A52A9">
              <w:t>.</w:t>
            </w:r>
          </w:p>
        </w:tc>
      </w:tr>
      <w:tr w:rsidR="000505CA" w14:paraId="49983003" w14:textId="77777777" w:rsidTr="003F16F9">
        <w:trPr>
          <w:trHeight w:val="340"/>
        </w:trPr>
        <w:tc>
          <w:tcPr>
            <w:tcW w:w="2196" w:type="dxa"/>
          </w:tcPr>
          <w:p w14:paraId="113EF78C" w14:textId="77777777" w:rsidR="000505CA" w:rsidRDefault="00AA5B77" w:rsidP="000505CA">
            <w:pPr>
              <w:spacing w:before="60" w:after="60"/>
            </w:pPr>
            <w:r>
              <w:t>Question</w:t>
            </w:r>
            <w:r w:rsidR="000505CA">
              <w:t xml:space="preserve"> type:</w:t>
            </w:r>
          </w:p>
        </w:tc>
        <w:tc>
          <w:tcPr>
            <w:tcW w:w="6820" w:type="dxa"/>
          </w:tcPr>
          <w:p w14:paraId="37AB819D" w14:textId="3A297249" w:rsidR="000505CA" w:rsidRDefault="003F043D" w:rsidP="0021607B">
            <w:pPr>
              <w:spacing w:before="60" w:after="60"/>
            </w:pPr>
            <w:r>
              <w:t>Linking ideas</w:t>
            </w:r>
          </w:p>
        </w:tc>
      </w:tr>
      <w:tr w:rsidR="000505CA" w14:paraId="53F77B76" w14:textId="77777777" w:rsidTr="003F16F9">
        <w:trPr>
          <w:trHeight w:val="340"/>
        </w:trPr>
        <w:tc>
          <w:tcPr>
            <w:tcW w:w="2196" w:type="dxa"/>
          </w:tcPr>
          <w:p w14:paraId="6E76C3F8" w14:textId="77777777" w:rsidR="000505CA" w:rsidRDefault="000505CA" w:rsidP="000505CA">
            <w:pPr>
              <w:spacing w:before="60" w:after="60"/>
            </w:pPr>
            <w:r>
              <w:t>Key words:</w:t>
            </w:r>
          </w:p>
        </w:tc>
        <w:tc>
          <w:tcPr>
            <w:tcW w:w="6820" w:type="dxa"/>
            <w:tcBorders>
              <w:bottom w:val="dotted" w:sz="4" w:space="0" w:color="auto"/>
            </w:tcBorders>
          </w:tcPr>
          <w:p w14:paraId="5D48FBFA" w14:textId="07A57365" w:rsidR="000505CA" w:rsidRDefault="003F043D" w:rsidP="000505CA">
            <w:pPr>
              <w:spacing w:before="60" w:after="60"/>
            </w:pPr>
            <w:r>
              <w:t>Velocity, time, graph</w:t>
            </w:r>
          </w:p>
        </w:tc>
      </w:tr>
    </w:tbl>
    <w:p w14:paraId="58484F4F" w14:textId="77777777" w:rsidR="00D04A0D" w:rsidRDefault="00D04A0D" w:rsidP="000505CA">
      <w:pPr>
        <w:spacing w:after="180"/>
        <w:rPr>
          <w:highlight w:val="yellow"/>
        </w:rPr>
      </w:pPr>
    </w:p>
    <w:p w14:paraId="77D550C6"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19D0CDBC" w14:textId="77777777" w:rsidR="003A52A9" w:rsidRDefault="003A52A9" w:rsidP="00453E31">
      <w:pPr>
        <w:spacing w:after="180"/>
        <w:rPr>
          <w:bCs/>
        </w:rPr>
      </w:pPr>
      <w:r w:rsidRPr="003A52A9">
        <w:rPr>
          <w:bCs/>
        </w:rPr>
        <w:t>The visual presentation of data in graphical form makes graphs valuable for analysing data and, perhaps more importantly, for showing relationships between data sets (Rogers, in Carson, 1999). It is common for teachers to assume students can readily extract information from graphs when this is not necessarily the case (</w:t>
      </w:r>
      <w:proofErr w:type="spellStart"/>
      <w:r w:rsidRPr="003A52A9">
        <w:rPr>
          <w:bCs/>
        </w:rPr>
        <w:t>Beichner</w:t>
      </w:r>
      <w:proofErr w:type="spellEnd"/>
      <w:r w:rsidRPr="003A52A9">
        <w:rPr>
          <w:bCs/>
        </w:rPr>
        <w:t xml:space="preserve">, 1994). Misunderstandings and difficulties in interpreting graphs arise even when students have a good understanding of kinematic concepts (position, displacement, velocity and acceleration) and are evident amongst different student populations and across different academic levels (McDermott, Rosenquist and van Zee, 1987). Even when students have the necessary mathematical knowledge about how to plot and read graphs, and how to calculate gradients and areas, they may struggle with the same skills in a physics context (McDermott, Rosenquist and van Zee, 1987; </w:t>
      </w:r>
      <w:proofErr w:type="spellStart"/>
      <w:r w:rsidRPr="003A52A9">
        <w:rPr>
          <w:bCs/>
        </w:rPr>
        <w:t>Bollen</w:t>
      </w:r>
      <w:proofErr w:type="spellEnd"/>
      <w:r w:rsidRPr="003A52A9">
        <w:rPr>
          <w:bCs/>
        </w:rPr>
        <w:t xml:space="preserve"> et al., 2016).</w:t>
      </w:r>
    </w:p>
    <w:p w14:paraId="64CF88D0" w14:textId="77777777" w:rsidR="00DF5A8A" w:rsidRDefault="00DF5A8A" w:rsidP="009F551B">
      <w:pPr>
        <w:spacing w:after="180"/>
      </w:pPr>
      <w:r w:rsidRPr="00DF5A8A">
        <w:t xml:space="preserve">When asked to think about graphical representations of velocity, students often think only about speed (Goldberg and Anderson, 1989). They may be aware that velocity is a vector quantity, with both a magnitude and a direction, but see these as completely separate properties that are not combined in a graphical representation. For these reasons, they may struggle to read velocity-time graphs, especially those that include both positive and negative values of velocity. Some students may believe that a negative quantity on a velocity-time graph implies a speed that is less than zero, which makes no sense, rather than interpreting the negative sign as meaning “in the opposite direction”. </w:t>
      </w:r>
    </w:p>
    <w:p w14:paraId="123B5CE5" w14:textId="0FD4766A" w:rsidR="009F551B" w:rsidRPr="002C79AE" w:rsidRDefault="009F551B" w:rsidP="009F551B">
      <w:pPr>
        <w:spacing w:after="180"/>
        <w:rPr>
          <w:b/>
          <w:color w:val="5F497A" w:themeColor="accent4" w:themeShade="BF"/>
          <w:sz w:val="24"/>
        </w:rPr>
      </w:pPr>
      <w:r w:rsidRPr="002C79AE">
        <w:rPr>
          <w:b/>
          <w:color w:val="5F497A" w:themeColor="accent4" w:themeShade="BF"/>
          <w:sz w:val="24"/>
        </w:rPr>
        <w:t xml:space="preserve">Ways to use this </w:t>
      </w:r>
      <w:r>
        <w:rPr>
          <w:b/>
          <w:color w:val="5F497A" w:themeColor="accent4" w:themeShade="BF"/>
          <w:sz w:val="24"/>
        </w:rPr>
        <w:t>question</w:t>
      </w:r>
    </w:p>
    <w:p w14:paraId="0A67826E" w14:textId="77777777" w:rsidR="009F551B" w:rsidRPr="00AE7928" w:rsidRDefault="009F551B" w:rsidP="009F551B">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40036325" w14:textId="77777777" w:rsidR="009F551B" w:rsidRDefault="009F551B" w:rsidP="009F551B">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5CFF4A39" w14:textId="0E1D5FD5" w:rsidR="009F551B" w:rsidRPr="00816065" w:rsidRDefault="009F551B" w:rsidP="009F551B">
      <w:pPr>
        <w:spacing w:after="180"/>
        <w:rPr>
          <w:rFonts w:cstheme="minorHAnsi"/>
        </w:rPr>
      </w:pPr>
      <w:r w:rsidRPr="00816065">
        <w:rPr>
          <w:rFonts w:cstheme="minorHAnsi"/>
        </w:rPr>
        <w:lastRenderedPageBreak/>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students the opportunity to explore their thinking and for you really </w:t>
      </w:r>
      <w:r w:rsidR="00D94B48">
        <w:rPr>
          <w:rFonts w:cstheme="minorHAnsi"/>
        </w:rPr>
        <w:t xml:space="preserve">to </w:t>
      </w:r>
      <w:r w:rsidRPr="00816065">
        <w:rPr>
          <w:rFonts w:cstheme="minorHAnsi"/>
        </w:rPr>
        <w:t>understand their learning needs.</w:t>
      </w:r>
      <w:r>
        <w:rPr>
          <w:rFonts w:cstheme="minorHAnsi"/>
        </w:rPr>
        <w:t xml:space="preserve"> </w:t>
      </w:r>
    </w:p>
    <w:p w14:paraId="48CF46FF" w14:textId="77777777" w:rsidR="009F551B" w:rsidRDefault="009F551B" w:rsidP="009F551B">
      <w:pPr>
        <w:spacing w:after="180"/>
        <w:rPr>
          <w:rFonts w:cstheme="minorHAnsi"/>
          <w:i/>
        </w:rPr>
      </w:pPr>
      <w:r w:rsidRPr="00AE7928">
        <w:rPr>
          <w:rFonts w:cstheme="minorHAnsi"/>
          <w:i/>
        </w:rPr>
        <w:t>Differentiation</w:t>
      </w:r>
    </w:p>
    <w:p w14:paraId="52E379C1" w14:textId="77777777" w:rsidR="009F551B" w:rsidRPr="00AE7928" w:rsidRDefault="009F551B" w:rsidP="009F551B">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14:paraId="43A562B8" w14:textId="342CF5DA" w:rsidR="00E172C6" w:rsidRDefault="00BB44B4" w:rsidP="00026DEC">
      <w:pPr>
        <w:spacing w:after="180"/>
        <w:rPr>
          <w:b/>
          <w:color w:val="5F497A" w:themeColor="accent4" w:themeShade="BF"/>
          <w:sz w:val="24"/>
        </w:rPr>
      </w:pPr>
      <w:r w:rsidRPr="002C79AE">
        <w:rPr>
          <w:b/>
          <w:color w:val="5F497A" w:themeColor="accent4" w:themeShade="BF"/>
          <w:sz w:val="24"/>
        </w:rPr>
        <w:t>Expected answers</w:t>
      </w:r>
    </w:p>
    <w:p w14:paraId="2343B485" w14:textId="258E0BF0" w:rsidR="00DC3E65" w:rsidRDefault="00006F97" w:rsidP="00006F97">
      <w:pPr>
        <w:spacing w:after="180"/>
        <w:jc w:val="center"/>
        <w:rPr>
          <w:b/>
          <w:color w:val="5F497A" w:themeColor="accent4" w:themeShade="BF"/>
          <w:sz w:val="24"/>
        </w:rPr>
      </w:pPr>
      <w:r>
        <w:rPr>
          <w:b/>
          <w:noProof/>
          <w:color w:val="5F497A" w:themeColor="accent4" w:themeShade="BF"/>
          <w:sz w:val="24"/>
        </w:rPr>
        <w:drawing>
          <wp:inline distT="0" distB="0" distL="0" distR="0" wp14:anchorId="3F3FD896" wp14:editId="41EAA29B">
            <wp:extent cx="5009352" cy="2495550"/>
            <wp:effectExtent l="0" t="0" r="1270" b="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0757" cy="2506214"/>
                    </a:xfrm>
                    <a:prstGeom prst="rect">
                      <a:avLst/>
                    </a:prstGeom>
                    <a:noFill/>
                  </pic:spPr>
                </pic:pic>
              </a:graphicData>
            </a:graphic>
          </wp:inline>
        </w:drawing>
      </w:r>
    </w:p>
    <w:p w14:paraId="4F2EA0EF" w14:textId="7A28BF7D"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4AE0C2B8" w14:textId="61FC7B42" w:rsidR="00A01222" w:rsidRDefault="00B340DC" w:rsidP="00A01222">
      <w:pPr>
        <w:spacing w:after="180"/>
      </w:pPr>
      <w:r w:rsidRPr="00B340DC">
        <w:t>Students’ answers to these questi</w:t>
      </w:r>
      <w:r w:rsidR="00B832FC">
        <w:t>ons reveal whether they understand that a negative velocity indicates motion to the left in this example, as well as indicating whether they can</w:t>
      </w:r>
      <w:r w:rsidR="008F6558">
        <w:t xml:space="preserve"> read and</w:t>
      </w:r>
      <w:r w:rsidR="00B832FC">
        <w:t xml:space="preserve"> interpret the scales on the axes.</w:t>
      </w:r>
    </w:p>
    <w:p w14:paraId="38EFBF22" w14:textId="6BF33362" w:rsidR="00063955" w:rsidRDefault="00063955" w:rsidP="00B06535">
      <w:pPr>
        <w:spacing w:after="180"/>
        <w:ind w:left="426" w:hanging="426"/>
      </w:pPr>
      <w:r>
        <w:t>In question 1, the times are chosen to lie on the grid lines, apart from the final time, 45 seconds.</w:t>
      </w:r>
      <w:r w:rsidR="006D6E8D">
        <w:t xml:space="preserve"> </w:t>
      </w:r>
      <w:r>
        <w:t xml:space="preserve">The velocities lie both </w:t>
      </w:r>
      <w:r w:rsidR="008F6558">
        <w:t>on and</w:t>
      </w:r>
      <w:r>
        <w:t xml:space="preserve"> between the grid lines.</w:t>
      </w:r>
      <w:r w:rsidR="006D6E8D">
        <w:t xml:space="preserve"> </w:t>
      </w:r>
      <w:r>
        <w:t>The final time, 45 seconds, requires students to read between the grid lines for both t</w:t>
      </w:r>
      <w:r w:rsidR="008F6558">
        <w:t>i</w:t>
      </w:r>
      <w:r>
        <w:t>me and velocity.</w:t>
      </w:r>
    </w:p>
    <w:p w14:paraId="046C4A43" w14:textId="1841CCF4" w:rsidR="00063955" w:rsidRDefault="00063955" w:rsidP="00B06535">
      <w:pPr>
        <w:spacing w:after="180"/>
        <w:ind w:left="426"/>
      </w:pPr>
      <w:r>
        <w:t>The velocities are both positive and negative, so that the motion is to the right and to the left.</w:t>
      </w:r>
      <w:r w:rsidR="006D6E8D">
        <w:t xml:space="preserve"> </w:t>
      </w:r>
      <w:r>
        <w:t>If students do not understand the significance of the minus sign, they may choose the wrong direction, even if they choose the correct magnitude.</w:t>
      </w:r>
      <w:r w:rsidR="006D6E8D">
        <w:t xml:space="preserve"> </w:t>
      </w:r>
      <w:r>
        <w:t>In discussing answers with students it is important to ask them for their reasons for choosing particular answers in order to diagnose any misconceptions about the significance of the sign of the velocity.</w:t>
      </w:r>
    </w:p>
    <w:p w14:paraId="101FF0B9" w14:textId="59FD0EB3" w:rsidR="00063955" w:rsidRPr="00B340DC" w:rsidRDefault="00063955" w:rsidP="00B06535">
      <w:pPr>
        <w:spacing w:after="180"/>
        <w:ind w:left="426" w:hanging="426"/>
      </w:pPr>
      <w:r>
        <w:t>In question 2, reading the values of the times is harder</w:t>
      </w:r>
      <w:r w:rsidR="00B06535">
        <w:t xml:space="preserve"> </w:t>
      </w:r>
      <w:r>
        <w:t>than in question 1</w:t>
      </w:r>
      <w:r w:rsidR="00B06535">
        <w:t xml:space="preserve"> because several are between gridlines and not centrally between them</w:t>
      </w:r>
      <w:r>
        <w:t>.</w:t>
      </w:r>
      <w:r w:rsidR="006D6E8D">
        <w:t xml:space="preserve"> </w:t>
      </w:r>
      <w:r w:rsidR="008B32D9">
        <w:t>Reading off the times for velocities of 2 m/s and 4 m/s means interpolating carefully between times of 10 s and 20 s and avoiding the distractor of 15 s.</w:t>
      </w:r>
      <w:r w:rsidR="006D6E8D">
        <w:t xml:space="preserve"> </w:t>
      </w:r>
      <w:r w:rsidR="008B32D9">
        <w:t>There is a similar situation presented when reading off the times for velocities of -2 m/s and -4 m/s. When reading off the times for negative velocities there are also two possible values for the times, only one of which is given in the choices</w:t>
      </w:r>
      <w:r w:rsidR="008F6558">
        <w:t>, so again careful interpolation is required if students are to avoid the distractors.</w:t>
      </w:r>
    </w:p>
    <w:p w14:paraId="2B9AFB24" w14:textId="74AD8A20" w:rsidR="00A01222" w:rsidRPr="005E25B6" w:rsidRDefault="00A01222" w:rsidP="00B06535">
      <w:pPr>
        <w:spacing w:after="120"/>
      </w:pPr>
      <w:r w:rsidRPr="004F039C">
        <w:lastRenderedPageBreak/>
        <w:t xml:space="preserve">If students have </w:t>
      </w:r>
      <w:r w:rsidR="004B1C32">
        <w:t>misunderstanding</w:t>
      </w:r>
      <w:r w:rsidRPr="004F039C">
        <w:t xml:space="preserve">s </w:t>
      </w:r>
      <w:r w:rsidR="00B832FC">
        <w:t>about reading off values from the axes, or about interpreting the meaning of a negative velocity,</w:t>
      </w:r>
      <w:r w:rsidRPr="005E25B6">
        <w:t xml:space="preserve"> </w:t>
      </w:r>
      <w:r w:rsidR="00B832FC">
        <w:t>t</w:t>
      </w:r>
      <w:r w:rsidRPr="005E25B6">
        <w:t xml:space="preserve">he following BEST ‘response </w:t>
      </w:r>
      <w:r w:rsidR="00183F59" w:rsidRPr="005E25B6">
        <w:t>activity</w:t>
      </w:r>
      <w:r w:rsidRPr="005E25B6">
        <w:t>’ could be used in follow-up to this diagnostic question:</w:t>
      </w:r>
    </w:p>
    <w:p w14:paraId="73A155F0" w14:textId="297EF1E7" w:rsidR="00A01222" w:rsidRPr="005E25B6" w:rsidRDefault="00A01222" w:rsidP="00A01222">
      <w:pPr>
        <w:pStyle w:val="ListParagraph"/>
        <w:numPr>
          <w:ilvl w:val="0"/>
          <w:numId w:val="1"/>
        </w:numPr>
        <w:spacing w:after="180"/>
      </w:pPr>
      <w:r w:rsidRPr="005E25B6">
        <w:t xml:space="preserve">Response </w:t>
      </w:r>
      <w:r w:rsidR="00F2483A" w:rsidRPr="005E25B6">
        <w:t>activity</w:t>
      </w:r>
      <w:r w:rsidRPr="005E25B6">
        <w:t xml:space="preserve">: </w:t>
      </w:r>
      <w:r w:rsidR="005E25B6" w:rsidRPr="005E25B6">
        <w:t>Drawing graphs</w:t>
      </w:r>
    </w:p>
    <w:p w14:paraId="0F6ACB6E"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0F0AFC87" w14:textId="4052D50F" w:rsidR="00D278E8" w:rsidRDefault="00D278E8" w:rsidP="00E172C6">
      <w:pPr>
        <w:spacing w:after="180"/>
      </w:pPr>
      <w:r>
        <w:t xml:space="preserve">Developed </w:t>
      </w:r>
      <w:r w:rsidR="0015356E">
        <w:t xml:space="preserve">by </w:t>
      </w:r>
      <w:r w:rsidR="00756C9B">
        <w:t>Simon Carson</w:t>
      </w:r>
      <w:r w:rsidR="0015356E">
        <w:t xml:space="preserve"> (UYSEG</w:t>
      </w:r>
      <w:r w:rsidR="00756C9B">
        <w:t>)</w:t>
      </w:r>
    </w:p>
    <w:p w14:paraId="3386780C" w14:textId="241E2BA3" w:rsidR="00CC78A5" w:rsidRDefault="00D278E8" w:rsidP="00E172C6">
      <w:pPr>
        <w:spacing w:after="180"/>
      </w:pPr>
      <w:r w:rsidRPr="0045323E">
        <w:t xml:space="preserve">Images: </w:t>
      </w:r>
      <w:r w:rsidR="00756C9B">
        <w:t>Simon Carson</w:t>
      </w:r>
      <w:r w:rsidR="007D536F">
        <w:t xml:space="preserve"> (UYSEG</w:t>
      </w:r>
      <w:r w:rsidR="00756C9B">
        <w:t>)</w:t>
      </w:r>
    </w:p>
    <w:p w14:paraId="48B83641" w14:textId="3F5F3E9D"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623F0D6A" w14:textId="77777777" w:rsidR="00B513FB" w:rsidRPr="00B513FB" w:rsidRDefault="00B513FB" w:rsidP="00CD0291">
      <w:pPr>
        <w:pStyle w:val="Bibliography"/>
        <w:spacing w:after="120"/>
        <w:ind w:left="426" w:hanging="426"/>
        <w:rPr>
          <w:rFonts w:ascii="Calibri" w:hAnsi="Calibri" w:cs="Calibri"/>
        </w:rPr>
      </w:pPr>
      <w:r w:rsidRPr="00B513FB">
        <w:rPr>
          <w:b/>
          <w:color w:val="5F497A" w:themeColor="accent4" w:themeShade="BF"/>
        </w:rPr>
        <w:fldChar w:fldCharType="begin"/>
      </w:r>
      <w:r w:rsidRPr="00B513FB">
        <w:rPr>
          <w:b/>
          <w:color w:val="5F497A" w:themeColor="accent4" w:themeShade="BF"/>
        </w:rPr>
        <w:instrText xml:space="preserve"> ADDIN ZOTERO_BIBL {"uncited":[],"omitted":[],"custom":[]} CSL_BIBLIOGRAPHY </w:instrText>
      </w:r>
      <w:r w:rsidRPr="00B513FB">
        <w:rPr>
          <w:b/>
          <w:color w:val="5F497A" w:themeColor="accent4" w:themeShade="BF"/>
        </w:rPr>
        <w:fldChar w:fldCharType="separate"/>
      </w:r>
      <w:proofErr w:type="spellStart"/>
      <w:r w:rsidRPr="00B513FB">
        <w:rPr>
          <w:rFonts w:ascii="Calibri" w:hAnsi="Calibri" w:cs="Calibri"/>
        </w:rPr>
        <w:t>Beichner</w:t>
      </w:r>
      <w:proofErr w:type="spellEnd"/>
      <w:r w:rsidRPr="00B513FB">
        <w:rPr>
          <w:rFonts w:ascii="Calibri" w:hAnsi="Calibri" w:cs="Calibri"/>
        </w:rPr>
        <w:t xml:space="preserve">, R. J. (1994) ‘Testing student interpretation of kinematics graphs’, </w:t>
      </w:r>
      <w:r w:rsidRPr="00B513FB">
        <w:rPr>
          <w:rFonts w:ascii="Calibri" w:hAnsi="Calibri" w:cs="Calibri"/>
          <w:i/>
          <w:iCs/>
        </w:rPr>
        <w:t>American Journal of Physics</w:t>
      </w:r>
      <w:r w:rsidRPr="00B513FB">
        <w:rPr>
          <w:rFonts w:ascii="Calibri" w:hAnsi="Calibri" w:cs="Calibri"/>
        </w:rPr>
        <w:t>, 62(8), pp. 750–762. doi: 10.1119/1.17449.</w:t>
      </w:r>
    </w:p>
    <w:p w14:paraId="27F28C20" w14:textId="77777777" w:rsidR="00B513FB" w:rsidRPr="00B513FB" w:rsidRDefault="00B513FB" w:rsidP="00CD0291">
      <w:pPr>
        <w:pStyle w:val="Bibliography"/>
        <w:spacing w:after="120"/>
        <w:ind w:left="426" w:hanging="426"/>
        <w:rPr>
          <w:rFonts w:ascii="Calibri" w:hAnsi="Calibri" w:cs="Calibri"/>
        </w:rPr>
      </w:pPr>
      <w:r w:rsidRPr="00B513FB">
        <w:rPr>
          <w:rFonts w:ascii="Calibri" w:hAnsi="Calibri" w:cs="Calibri"/>
        </w:rPr>
        <w:t xml:space="preserve">Bollen, L. </w:t>
      </w:r>
      <w:r w:rsidRPr="00B513FB">
        <w:rPr>
          <w:rFonts w:ascii="Calibri" w:hAnsi="Calibri" w:cs="Calibri"/>
          <w:i/>
          <w:iCs/>
        </w:rPr>
        <w:t>et al.</w:t>
      </w:r>
      <w:r w:rsidRPr="00B513FB">
        <w:rPr>
          <w:rFonts w:ascii="Calibri" w:hAnsi="Calibri" w:cs="Calibri"/>
        </w:rPr>
        <w:t xml:space="preserve"> (2016) ‘Generalizing a categorization of students’ interpretations of linear kinematics graphs’, </w:t>
      </w:r>
      <w:r w:rsidRPr="00B513FB">
        <w:rPr>
          <w:rFonts w:ascii="Calibri" w:hAnsi="Calibri" w:cs="Calibri"/>
          <w:i/>
          <w:iCs/>
        </w:rPr>
        <w:t>Physical Review Physics Education Research</w:t>
      </w:r>
      <w:r w:rsidRPr="00B513FB">
        <w:rPr>
          <w:rFonts w:ascii="Calibri" w:hAnsi="Calibri" w:cs="Calibri"/>
        </w:rPr>
        <w:t>, 12(1), p. 010108. doi: 10.1103/PhysRevPhysEducRes.12.010108.</w:t>
      </w:r>
    </w:p>
    <w:p w14:paraId="1EF681B1" w14:textId="77777777" w:rsidR="00B513FB" w:rsidRPr="00B513FB" w:rsidRDefault="00B513FB" w:rsidP="00CD0291">
      <w:pPr>
        <w:pStyle w:val="Bibliography"/>
        <w:spacing w:after="120"/>
        <w:ind w:left="426" w:hanging="426"/>
        <w:rPr>
          <w:rFonts w:ascii="Calibri" w:hAnsi="Calibri" w:cs="Calibri"/>
        </w:rPr>
      </w:pPr>
      <w:r w:rsidRPr="00B513FB">
        <w:rPr>
          <w:rFonts w:ascii="Calibri" w:hAnsi="Calibri" w:cs="Calibri"/>
        </w:rPr>
        <w:t xml:space="preserve">Carson, S. (1999) </w:t>
      </w:r>
      <w:r w:rsidRPr="00B513FB">
        <w:rPr>
          <w:rFonts w:ascii="Calibri" w:hAnsi="Calibri" w:cs="Calibri"/>
          <w:i/>
          <w:iCs/>
        </w:rPr>
        <w:t>Physics in mathematical mood</w:t>
      </w:r>
      <w:r w:rsidRPr="00B513FB">
        <w:rPr>
          <w:rFonts w:ascii="Calibri" w:hAnsi="Calibri" w:cs="Calibri"/>
        </w:rPr>
        <w:t>. Bristol: Institute of Physics Pub.</w:t>
      </w:r>
    </w:p>
    <w:p w14:paraId="71DA2383" w14:textId="77777777" w:rsidR="00B513FB" w:rsidRPr="00B513FB" w:rsidRDefault="00B513FB" w:rsidP="00CD0291">
      <w:pPr>
        <w:pStyle w:val="Bibliography"/>
        <w:spacing w:after="120"/>
        <w:ind w:left="426" w:hanging="426"/>
        <w:rPr>
          <w:rFonts w:ascii="Calibri" w:hAnsi="Calibri" w:cs="Calibri"/>
        </w:rPr>
      </w:pPr>
      <w:r w:rsidRPr="00B513FB">
        <w:rPr>
          <w:rFonts w:ascii="Calibri" w:hAnsi="Calibri" w:cs="Calibri"/>
        </w:rPr>
        <w:t xml:space="preserve">Goldberg, F. M. and Anderson, J. H. (1989) ‘Student difficulties with graphical representations of negative values of velocity’, </w:t>
      </w:r>
      <w:r w:rsidRPr="00B513FB">
        <w:rPr>
          <w:rFonts w:ascii="Calibri" w:hAnsi="Calibri" w:cs="Calibri"/>
          <w:i/>
          <w:iCs/>
        </w:rPr>
        <w:t>The Physics Teacher</w:t>
      </w:r>
      <w:r w:rsidRPr="00B513FB">
        <w:rPr>
          <w:rFonts w:ascii="Calibri" w:hAnsi="Calibri" w:cs="Calibri"/>
        </w:rPr>
        <w:t>, 27(4), pp. 254–260. doi: 10.1119/1.2342748.</w:t>
      </w:r>
    </w:p>
    <w:p w14:paraId="58914BFA" w14:textId="77777777" w:rsidR="00B513FB" w:rsidRPr="00B513FB" w:rsidRDefault="00B513FB" w:rsidP="00CD0291">
      <w:pPr>
        <w:pStyle w:val="Bibliography"/>
        <w:spacing w:after="120"/>
        <w:ind w:left="426" w:hanging="426"/>
        <w:rPr>
          <w:rFonts w:ascii="Calibri" w:hAnsi="Calibri" w:cs="Calibri"/>
        </w:rPr>
      </w:pPr>
      <w:r w:rsidRPr="00B513FB">
        <w:rPr>
          <w:rFonts w:ascii="Calibri" w:hAnsi="Calibri" w:cs="Calibri"/>
        </w:rPr>
        <w:t xml:space="preserve">McDermott, L. C., Rosenquist, M. L. and van Zee, E. H. (1987) ‘Student difficulties in connecting graphs and physics: Examples from kinematics’, </w:t>
      </w:r>
      <w:r w:rsidRPr="00B513FB">
        <w:rPr>
          <w:rFonts w:ascii="Calibri" w:hAnsi="Calibri" w:cs="Calibri"/>
          <w:i/>
          <w:iCs/>
        </w:rPr>
        <w:t>American Journal of Physics</w:t>
      </w:r>
      <w:r w:rsidRPr="00B513FB">
        <w:rPr>
          <w:rFonts w:ascii="Calibri" w:hAnsi="Calibri" w:cs="Calibri"/>
        </w:rPr>
        <w:t>, 55(6), pp. 503–513. doi: 10.1119/1.15104.</w:t>
      </w:r>
    </w:p>
    <w:p w14:paraId="43F1ED65" w14:textId="1DB9FCE5" w:rsidR="00B513FB" w:rsidRDefault="00B513FB" w:rsidP="00CD0291">
      <w:pPr>
        <w:spacing w:after="120"/>
        <w:ind w:left="426" w:hanging="426"/>
        <w:rPr>
          <w:b/>
          <w:color w:val="5F497A" w:themeColor="accent4" w:themeShade="BF"/>
          <w:sz w:val="24"/>
        </w:rPr>
      </w:pPr>
      <w:r w:rsidRPr="00B513FB">
        <w:rPr>
          <w:b/>
          <w:color w:val="5F497A" w:themeColor="accent4" w:themeShade="BF"/>
        </w:rPr>
        <w:fldChar w:fldCharType="end"/>
      </w:r>
    </w:p>
    <w:sectPr w:rsidR="00B513FB"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9288C" w14:textId="77777777" w:rsidR="00200C34" w:rsidRDefault="00200C34" w:rsidP="000B473B">
      <w:r>
        <w:separator/>
      </w:r>
    </w:p>
  </w:endnote>
  <w:endnote w:type="continuationSeparator" w:id="0">
    <w:p w14:paraId="3EBD6AD3" w14:textId="77777777" w:rsidR="00200C34" w:rsidRDefault="00200C3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27837" w14:textId="77777777" w:rsidR="00FD1E8B" w:rsidRDefault="00FD1E8B" w:rsidP="00FD1E8B">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71552" behindDoc="0" locked="0" layoutInCell="1" allowOverlap="1" wp14:anchorId="0C6E7551" wp14:editId="04975D9A">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3BAB9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t>1</w:t>
    </w:r>
    <w:r>
      <w:rPr>
        <w:noProof/>
      </w:rPr>
      <w:fldChar w:fldCharType="end"/>
    </w:r>
  </w:p>
  <w:p w14:paraId="5E3AC2A0" w14:textId="77777777" w:rsidR="00FD1E8B" w:rsidRDefault="00FD1E8B" w:rsidP="00FD1E8B">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0F495C81" w14:textId="77777777" w:rsidR="00FD1E8B" w:rsidRPr="00201AC2" w:rsidRDefault="00FD1E8B" w:rsidP="00FD1E8B">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p w14:paraId="1229E29F" w14:textId="77777777" w:rsidR="00FD1E8B" w:rsidRDefault="00FD1E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DBF56" w14:textId="77777777" w:rsidR="00200C34" w:rsidRDefault="00200C34" w:rsidP="000B473B">
      <w:r>
        <w:separator/>
      </w:r>
    </w:p>
  </w:footnote>
  <w:footnote w:type="continuationSeparator" w:id="0">
    <w:p w14:paraId="20F12B97" w14:textId="77777777" w:rsidR="00200C34" w:rsidRDefault="00200C3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5848F" w14:textId="6994F12A" w:rsidR="00137806" w:rsidRPr="004E5592" w:rsidRDefault="00137806" w:rsidP="00137806">
    <w:pPr>
      <w:pStyle w:val="Header"/>
      <w:ind w:left="3407"/>
      <w:jc w:val="right"/>
      <w:rPr>
        <w:b/>
        <w:sz w:val="24"/>
        <w:szCs w:val="24"/>
      </w:rPr>
    </w:pPr>
    <w:r w:rsidRPr="004E5592">
      <w:rPr>
        <w:b/>
        <w:noProof/>
        <w:sz w:val="24"/>
        <w:szCs w:val="24"/>
        <w:lang w:eastAsia="en-GB"/>
      </w:rPr>
      <w:drawing>
        <wp:anchor distT="0" distB="0" distL="114300" distR="114300" simplePos="0" relativeHeight="251668480" behindDoc="0" locked="0" layoutInCell="1" allowOverlap="1" wp14:anchorId="272B35A5" wp14:editId="3FB5D0A9">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9504" behindDoc="0" locked="0" layoutInCell="1" allowOverlap="1" wp14:anchorId="3D12B571" wp14:editId="11C785EC">
              <wp:simplePos x="0" y="0"/>
              <wp:positionH relativeFrom="column">
                <wp:posOffset>-914400</wp:posOffset>
              </wp:positionH>
              <wp:positionV relativeFrom="paragraph">
                <wp:posOffset>269239</wp:posOffset>
              </wp:positionV>
              <wp:extent cx="7572375" cy="0"/>
              <wp:effectExtent l="0" t="0" r="9525" b="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2A4431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FC3hFcsBAAB9AwAADgAAAAAA&#10;AAAAAAAAAAAuAgAAZHJzL2Uyb0RvYy54bWxQSwECLQAUAAYACAAAACEABiBlItwAAAALAQAADwAA&#10;AAAAAAAAAAAAAAAlBAAAZHJzL2Rvd25yZXYueG1sUEsFBgAAAAAEAAQA8wAAAC4FAAAAAA==&#10;" strokeweight="1pt"/>
          </w:pict>
        </mc:Fallback>
      </mc:AlternateContent>
    </w:r>
    <w:r w:rsidR="003A52A9">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7A116" w14:textId="77777777" w:rsidR="003A52A9" w:rsidRPr="004E5592" w:rsidRDefault="003A52A9" w:rsidP="00137806">
    <w:pPr>
      <w:pStyle w:val="Header"/>
      <w:ind w:left="3407"/>
      <w:jc w:val="right"/>
      <w:rPr>
        <w:b/>
        <w:sz w:val="24"/>
        <w:szCs w:val="24"/>
      </w:rPr>
    </w:pPr>
    <w:r w:rsidRPr="004E5592">
      <w:rPr>
        <w:b/>
        <w:noProof/>
        <w:sz w:val="24"/>
        <w:szCs w:val="24"/>
        <w:lang w:eastAsia="en-GB"/>
      </w:rPr>
      <w:drawing>
        <wp:anchor distT="0" distB="0" distL="114300" distR="114300" simplePos="0" relativeHeight="251673600" behindDoc="0" locked="0" layoutInCell="1" allowOverlap="1" wp14:anchorId="45BBABAC" wp14:editId="4BB5C7CA">
          <wp:simplePos x="0" y="0"/>
          <wp:positionH relativeFrom="column">
            <wp:posOffset>-9525</wp:posOffset>
          </wp:positionH>
          <wp:positionV relativeFrom="paragraph">
            <wp:posOffset>-177165</wp:posOffset>
          </wp:positionV>
          <wp:extent cx="867600" cy="363600"/>
          <wp:effectExtent l="0" t="0" r="0" b="0"/>
          <wp:wrapNone/>
          <wp:docPr id="194"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74624" behindDoc="0" locked="0" layoutInCell="1" allowOverlap="1" wp14:anchorId="17BE7637" wp14:editId="00C9C9B1">
              <wp:simplePos x="0" y="0"/>
              <wp:positionH relativeFrom="column">
                <wp:posOffset>-914400</wp:posOffset>
              </wp:positionH>
              <wp:positionV relativeFrom="paragraph">
                <wp:posOffset>269239</wp:posOffset>
              </wp:positionV>
              <wp:extent cx="7572375" cy="0"/>
              <wp:effectExtent l="0" t="0" r="9525" b="0"/>
              <wp:wrapNone/>
              <wp:docPr id="19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9AC8B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FA64B7"/>
    <w:multiLevelType w:val="hybridMultilevel"/>
    <w:tmpl w:val="02EA39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A25255E"/>
    <w:multiLevelType w:val="hybridMultilevel"/>
    <w:tmpl w:val="24448A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CDD"/>
    <w:rsid w:val="00006F97"/>
    <w:rsid w:val="00015578"/>
    <w:rsid w:val="00024731"/>
    <w:rsid w:val="00026DEC"/>
    <w:rsid w:val="000470B9"/>
    <w:rsid w:val="000505CA"/>
    <w:rsid w:val="00063955"/>
    <w:rsid w:val="0007651D"/>
    <w:rsid w:val="0009089A"/>
    <w:rsid w:val="000947E2"/>
    <w:rsid w:val="00095E04"/>
    <w:rsid w:val="000A0D12"/>
    <w:rsid w:val="000B473B"/>
    <w:rsid w:val="000D0E89"/>
    <w:rsid w:val="000D52F4"/>
    <w:rsid w:val="000E2689"/>
    <w:rsid w:val="001277CC"/>
    <w:rsid w:val="00137806"/>
    <w:rsid w:val="00142613"/>
    <w:rsid w:val="00144DA7"/>
    <w:rsid w:val="0015356E"/>
    <w:rsid w:val="00161D3F"/>
    <w:rsid w:val="00165791"/>
    <w:rsid w:val="00183F59"/>
    <w:rsid w:val="00191214"/>
    <w:rsid w:val="001915D4"/>
    <w:rsid w:val="001A1FED"/>
    <w:rsid w:val="001A40E2"/>
    <w:rsid w:val="001C0E93"/>
    <w:rsid w:val="001C4805"/>
    <w:rsid w:val="001F52DD"/>
    <w:rsid w:val="00200C34"/>
    <w:rsid w:val="00201AC2"/>
    <w:rsid w:val="00214608"/>
    <w:rsid w:val="0021607B"/>
    <w:rsid w:val="002178AC"/>
    <w:rsid w:val="0022547C"/>
    <w:rsid w:val="0024779B"/>
    <w:rsid w:val="0025410A"/>
    <w:rsid w:val="0027553E"/>
    <w:rsid w:val="0028012F"/>
    <w:rsid w:val="002828DF"/>
    <w:rsid w:val="00287876"/>
    <w:rsid w:val="00292C53"/>
    <w:rsid w:val="00294E22"/>
    <w:rsid w:val="002B5D71"/>
    <w:rsid w:val="002C22EA"/>
    <w:rsid w:val="002C59BA"/>
    <w:rsid w:val="002C79AE"/>
    <w:rsid w:val="002D3A68"/>
    <w:rsid w:val="00301AA9"/>
    <w:rsid w:val="003034C3"/>
    <w:rsid w:val="003117F6"/>
    <w:rsid w:val="00343C2C"/>
    <w:rsid w:val="003533B8"/>
    <w:rsid w:val="003752BE"/>
    <w:rsid w:val="003A346A"/>
    <w:rsid w:val="003A52A9"/>
    <w:rsid w:val="003B2917"/>
    <w:rsid w:val="003B541B"/>
    <w:rsid w:val="003D11E1"/>
    <w:rsid w:val="003E2B2F"/>
    <w:rsid w:val="003E4E05"/>
    <w:rsid w:val="003E6046"/>
    <w:rsid w:val="003F043D"/>
    <w:rsid w:val="003F16F9"/>
    <w:rsid w:val="004252A5"/>
    <w:rsid w:val="00430C1F"/>
    <w:rsid w:val="00442595"/>
    <w:rsid w:val="0045323E"/>
    <w:rsid w:val="00453E31"/>
    <w:rsid w:val="00476420"/>
    <w:rsid w:val="004826A9"/>
    <w:rsid w:val="004B0EE1"/>
    <w:rsid w:val="004B1C32"/>
    <w:rsid w:val="004C5D20"/>
    <w:rsid w:val="004D0D83"/>
    <w:rsid w:val="004E1DF1"/>
    <w:rsid w:val="004E5592"/>
    <w:rsid w:val="0050055B"/>
    <w:rsid w:val="00520231"/>
    <w:rsid w:val="00524710"/>
    <w:rsid w:val="00555342"/>
    <w:rsid w:val="005560E2"/>
    <w:rsid w:val="00590278"/>
    <w:rsid w:val="005A452E"/>
    <w:rsid w:val="005A6EE7"/>
    <w:rsid w:val="005B31C6"/>
    <w:rsid w:val="005E25B6"/>
    <w:rsid w:val="005F1A7B"/>
    <w:rsid w:val="005F44BD"/>
    <w:rsid w:val="005F652E"/>
    <w:rsid w:val="006272B6"/>
    <w:rsid w:val="006355D8"/>
    <w:rsid w:val="00642ECD"/>
    <w:rsid w:val="006502A0"/>
    <w:rsid w:val="006772F5"/>
    <w:rsid w:val="006A4440"/>
    <w:rsid w:val="006B0615"/>
    <w:rsid w:val="006D166B"/>
    <w:rsid w:val="006D6E8D"/>
    <w:rsid w:val="006F3279"/>
    <w:rsid w:val="00704AEE"/>
    <w:rsid w:val="0071603C"/>
    <w:rsid w:val="00722F9A"/>
    <w:rsid w:val="00723CA3"/>
    <w:rsid w:val="00754539"/>
    <w:rsid w:val="00756C9B"/>
    <w:rsid w:val="0077646D"/>
    <w:rsid w:val="00781BC6"/>
    <w:rsid w:val="007A3C86"/>
    <w:rsid w:val="007A683E"/>
    <w:rsid w:val="007A748B"/>
    <w:rsid w:val="007C26E1"/>
    <w:rsid w:val="007D1D65"/>
    <w:rsid w:val="007D536F"/>
    <w:rsid w:val="007E0A9E"/>
    <w:rsid w:val="007E5309"/>
    <w:rsid w:val="00800DE1"/>
    <w:rsid w:val="00813F47"/>
    <w:rsid w:val="008450D6"/>
    <w:rsid w:val="00846419"/>
    <w:rsid w:val="00846981"/>
    <w:rsid w:val="00856FCA"/>
    <w:rsid w:val="00873B8C"/>
    <w:rsid w:val="00880E3B"/>
    <w:rsid w:val="008A405F"/>
    <w:rsid w:val="008B32D9"/>
    <w:rsid w:val="008C7F34"/>
    <w:rsid w:val="008E580C"/>
    <w:rsid w:val="008F6558"/>
    <w:rsid w:val="0090047A"/>
    <w:rsid w:val="00921103"/>
    <w:rsid w:val="00925026"/>
    <w:rsid w:val="00931264"/>
    <w:rsid w:val="00942A4B"/>
    <w:rsid w:val="009449CB"/>
    <w:rsid w:val="00961D59"/>
    <w:rsid w:val="009B2D55"/>
    <w:rsid w:val="009C0343"/>
    <w:rsid w:val="009E0D11"/>
    <w:rsid w:val="009F2253"/>
    <w:rsid w:val="009F551B"/>
    <w:rsid w:val="00A01222"/>
    <w:rsid w:val="00A07CF7"/>
    <w:rsid w:val="00A24A16"/>
    <w:rsid w:val="00A37D14"/>
    <w:rsid w:val="00A6111E"/>
    <w:rsid w:val="00A6168B"/>
    <w:rsid w:val="00A62028"/>
    <w:rsid w:val="00A73A46"/>
    <w:rsid w:val="00A92B33"/>
    <w:rsid w:val="00AA5B77"/>
    <w:rsid w:val="00AA6236"/>
    <w:rsid w:val="00AB6AE7"/>
    <w:rsid w:val="00AD199A"/>
    <w:rsid w:val="00AD21F5"/>
    <w:rsid w:val="00AF2954"/>
    <w:rsid w:val="00B06225"/>
    <w:rsid w:val="00B06535"/>
    <w:rsid w:val="00B119BF"/>
    <w:rsid w:val="00B23C7A"/>
    <w:rsid w:val="00B305F5"/>
    <w:rsid w:val="00B340DC"/>
    <w:rsid w:val="00B46FF9"/>
    <w:rsid w:val="00B47E1D"/>
    <w:rsid w:val="00B513FB"/>
    <w:rsid w:val="00B74910"/>
    <w:rsid w:val="00B75483"/>
    <w:rsid w:val="00B832FC"/>
    <w:rsid w:val="00BA7952"/>
    <w:rsid w:val="00BB3473"/>
    <w:rsid w:val="00BB44B4"/>
    <w:rsid w:val="00BF0BBF"/>
    <w:rsid w:val="00BF6C8A"/>
    <w:rsid w:val="00C05571"/>
    <w:rsid w:val="00C246CE"/>
    <w:rsid w:val="00C54711"/>
    <w:rsid w:val="00C57FA2"/>
    <w:rsid w:val="00CC0449"/>
    <w:rsid w:val="00CC2E4D"/>
    <w:rsid w:val="00CC78A5"/>
    <w:rsid w:val="00CC7B16"/>
    <w:rsid w:val="00CD0291"/>
    <w:rsid w:val="00CE15FE"/>
    <w:rsid w:val="00D02E15"/>
    <w:rsid w:val="00D04A0D"/>
    <w:rsid w:val="00D07CCE"/>
    <w:rsid w:val="00D14F44"/>
    <w:rsid w:val="00D2217A"/>
    <w:rsid w:val="00D24297"/>
    <w:rsid w:val="00D278E8"/>
    <w:rsid w:val="00D421E8"/>
    <w:rsid w:val="00D44604"/>
    <w:rsid w:val="00D479B3"/>
    <w:rsid w:val="00D52283"/>
    <w:rsid w:val="00D524E5"/>
    <w:rsid w:val="00D72FEF"/>
    <w:rsid w:val="00D755FA"/>
    <w:rsid w:val="00D94B48"/>
    <w:rsid w:val="00DC3E65"/>
    <w:rsid w:val="00DC4A4E"/>
    <w:rsid w:val="00DC5BCC"/>
    <w:rsid w:val="00DD1874"/>
    <w:rsid w:val="00DD63BD"/>
    <w:rsid w:val="00DE39AA"/>
    <w:rsid w:val="00DF05DB"/>
    <w:rsid w:val="00DF5A8A"/>
    <w:rsid w:val="00DF7E20"/>
    <w:rsid w:val="00E172C6"/>
    <w:rsid w:val="00E24309"/>
    <w:rsid w:val="00E46565"/>
    <w:rsid w:val="00E53D82"/>
    <w:rsid w:val="00E619F5"/>
    <w:rsid w:val="00E84061"/>
    <w:rsid w:val="00E9330A"/>
    <w:rsid w:val="00EA62B3"/>
    <w:rsid w:val="00EE6B97"/>
    <w:rsid w:val="00F12C3B"/>
    <w:rsid w:val="00F2483A"/>
    <w:rsid w:val="00F26884"/>
    <w:rsid w:val="00F72ECC"/>
    <w:rsid w:val="00F8355F"/>
    <w:rsid w:val="00FA3196"/>
    <w:rsid w:val="00FD1E8B"/>
    <w:rsid w:val="00FD3662"/>
    <w:rsid w:val="00FF7C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659119"/>
  <w15:docId w15:val="{EF901DD5-6231-444C-B203-9F34C30A6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B513FB"/>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59635388">
      <w:bodyDiv w:val="1"/>
      <w:marLeft w:val="0"/>
      <w:marRight w:val="0"/>
      <w:marTop w:val="0"/>
      <w:marBottom w:val="0"/>
      <w:divBdr>
        <w:top w:val="none" w:sz="0" w:space="0" w:color="auto"/>
        <w:left w:val="none" w:sz="0" w:space="0" w:color="auto"/>
        <w:bottom w:val="none" w:sz="0" w:space="0" w:color="auto"/>
        <w:right w:val="none" w:sz="0" w:space="0" w:color="auto"/>
      </w:divBdr>
    </w:div>
    <w:div w:id="123203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newTemplates\BEST_Template_D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BEST_Template_D_General.dotx</Template>
  <TotalTime>439</TotalTime>
  <Pages>5</Pages>
  <Words>996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44</cp:revision>
  <cp:lastPrinted>2017-02-24T16:20:00Z</cp:lastPrinted>
  <dcterms:created xsi:type="dcterms:W3CDTF">2021-08-23T14:44:00Z</dcterms:created>
  <dcterms:modified xsi:type="dcterms:W3CDTF">2022-01-05T14:49:00Z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id="wuM8dVBi"/&gt;&lt;style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